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1BA3D" w14:textId="77777777" w:rsidR="00101E4D" w:rsidRDefault="00101E4D" w:rsidP="006C2343">
      <w:pPr>
        <w:pStyle w:val="Titul2"/>
      </w:pPr>
    </w:p>
    <w:p w14:paraId="3E9997ED" w14:textId="280073A8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/>
      <w:sdtContent>
        <w:p w14:paraId="1D76973E" w14:textId="341797AC" w:rsidR="009226C1" w:rsidRDefault="00A82A2A" w:rsidP="006C2343">
          <w:pPr>
            <w:pStyle w:val="Tituldatum"/>
          </w:pPr>
          <w:r w:rsidRPr="00A82A2A">
            <w:rPr>
              <w:b/>
              <w:sz w:val="36"/>
            </w:rPr>
            <w:t>Ekologizace vytápění v nádražních budovách v obvodu OŘ Hradec Králové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1F35CECE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0E6DEA">
        <w:t>1</w:t>
      </w:r>
      <w:r w:rsidR="00A82A2A">
        <w:t>5</w:t>
      </w:r>
      <w:r w:rsidR="00280227">
        <w:t>.</w:t>
      </w:r>
      <w:r w:rsidR="003F1668">
        <w:t xml:space="preserve"> </w:t>
      </w:r>
      <w:r w:rsidR="00A82A2A">
        <w:t>04</w:t>
      </w:r>
      <w:r w:rsidR="0074209E">
        <w:t>.</w:t>
      </w:r>
      <w:r w:rsidR="003F1668">
        <w:t xml:space="preserve"> </w:t>
      </w:r>
      <w:r w:rsidR="0074209E">
        <w:t>202</w:t>
      </w:r>
      <w:r w:rsidR="00A82A2A">
        <w:t>4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39726256" w14:textId="6F8E6F52" w:rsidR="001E1CD7" w:rsidRDefault="00ED5E40" w:rsidP="001E1CD7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74335C2C" w14:textId="21093C38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 xml:space="preserve">E–07 - </w:t>
      </w:r>
      <w:r w:rsidR="00971BD5" w:rsidRPr="00971BD5">
        <w:t>činnosti v elektrotechnice a energetice</w:t>
      </w:r>
      <w:r>
        <w:t>;</w:t>
      </w:r>
    </w:p>
    <w:p w14:paraId="031264EA" w14:textId="23B02458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r w:rsidR="003B5C5F">
        <w:t>TZE – osoba</w:t>
      </w:r>
      <w:r>
        <w:t xml:space="preserve"> odborně způsobilá k provádění revizí, prohlídek a zkoušek UTZ.</w:t>
      </w:r>
    </w:p>
    <w:p w14:paraId="4034D8AE" w14:textId="417187BB" w:rsidR="003E7D12" w:rsidRDefault="003E7D12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1D1BDDE2" w14:textId="7624A1F3" w:rsidR="003629AC" w:rsidRDefault="00A82A2A" w:rsidP="00633A22">
      <w:pPr>
        <w:autoSpaceDE w:val="0"/>
        <w:autoSpaceDN w:val="0"/>
        <w:spacing w:after="0"/>
        <w:jc w:val="both"/>
      </w:pPr>
      <w:r w:rsidRPr="00A82A2A">
        <w:t>Zhotovení stavby musí být provedeno v koordinaci s připravovanými, případně aktuálně realizovanými akcemi, a to i dalších investorů, které přímo s předmětnou akcí souvisí nebo ji mohou ovlivnit. Součástí plnění Díla je i zajištění koordinace při realizaci pra</w:t>
      </w:r>
      <w:r>
        <w:t xml:space="preserve">cí, </w:t>
      </w:r>
      <w:r w:rsidRPr="00A82A2A">
        <w:t xml:space="preserve">přidělení prostorů pro staveniště v jednotlivých </w:t>
      </w:r>
      <w:proofErr w:type="spellStart"/>
      <w:r w:rsidRPr="00A82A2A">
        <w:t>žst</w:t>
      </w:r>
      <w:proofErr w:type="spellEnd"/>
      <w:r w:rsidRPr="00A82A2A">
        <w:t>. apod.</w:t>
      </w:r>
    </w:p>
    <w:p w14:paraId="7665E813" w14:textId="0F3389F2" w:rsidR="00A82A2A" w:rsidRDefault="00A82A2A" w:rsidP="00633A22">
      <w:pPr>
        <w:autoSpaceDE w:val="0"/>
        <w:autoSpaceDN w:val="0"/>
        <w:spacing w:after="0"/>
        <w:jc w:val="both"/>
      </w:pPr>
    </w:p>
    <w:p w14:paraId="473FBC64" w14:textId="1F4F568C" w:rsidR="00A82A2A" w:rsidRDefault="00A82A2A" w:rsidP="00633A22">
      <w:pPr>
        <w:autoSpaceDE w:val="0"/>
        <w:autoSpaceDN w:val="0"/>
        <w:spacing w:after="0"/>
        <w:jc w:val="both"/>
      </w:pPr>
      <w:r w:rsidRPr="00A82A2A">
        <w:t>Koordinace musí p</w:t>
      </w:r>
      <w:r>
        <w:t>robíhat zejména s níže uvedenou investiční stavbou</w:t>
      </w:r>
      <w:r w:rsidRPr="00A82A2A">
        <w:t>:</w:t>
      </w:r>
    </w:p>
    <w:p w14:paraId="41B80729" w14:textId="31599A37" w:rsidR="00A82A2A" w:rsidRDefault="00A82A2A" w:rsidP="00F629AC">
      <w:pPr>
        <w:pStyle w:val="Odstavecseseznamem"/>
        <w:numPr>
          <w:ilvl w:val="0"/>
          <w:numId w:val="23"/>
        </w:numPr>
        <w:autoSpaceDE w:val="0"/>
        <w:autoSpaceDN w:val="0"/>
        <w:spacing w:after="0"/>
        <w:jc w:val="both"/>
      </w:pPr>
      <w:r w:rsidRPr="00A82A2A">
        <w:t xml:space="preserve">Rekonstrukce hygienického zázemí v </w:t>
      </w:r>
      <w:proofErr w:type="spellStart"/>
      <w:r w:rsidRPr="00A82A2A">
        <w:t>žst</w:t>
      </w:r>
      <w:proofErr w:type="spellEnd"/>
      <w:r w:rsidRPr="00A82A2A">
        <w:t xml:space="preserve"> Jilemnice, Dolní Lipka, Častolovice, Hronov, Malé Svatoňovice</w:t>
      </w:r>
    </w:p>
    <w:p w14:paraId="08A38700" w14:textId="5158D564" w:rsidR="00A82A2A" w:rsidRDefault="00A82A2A" w:rsidP="00A82A2A">
      <w:pPr>
        <w:autoSpaceDE w:val="0"/>
        <w:autoSpaceDN w:val="0"/>
        <w:spacing w:after="0"/>
        <w:jc w:val="both"/>
      </w:pPr>
    </w:p>
    <w:p w14:paraId="3F725D63" w14:textId="6AD3BCD7" w:rsidR="00A82A2A" w:rsidRDefault="00A82A2A" w:rsidP="00633A22">
      <w:pPr>
        <w:autoSpaceDE w:val="0"/>
        <w:autoSpaceDN w:val="0"/>
        <w:spacing w:after="0"/>
        <w:jc w:val="both"/>
      </w:pPr>
      <w:r>
        <w:t xml:space="preserve">Koordinace s výše uvedenou stavbou bude probíhat </w:t>
      </w:r>
      <w:r w:rsidR="00AD7934">
        <w:t>v lokalitě</w:t>
      </w:r>
      <w:r>
        <w:t> </w:t>
      </w:r>
      <w:proofErr w:type="spellStart"/>
      <w:r>
        <w:t>žst</w:t>
      </w:r>
      <w:proofErr w:type="spellEnd"/>
      <w:r>
        <w:t>. Dolní Lipka.</w:t>
      </w:r>
    </w:p>
    <w:p w14:paraId="55231B37" w14:textId="5F37DF06" w:rsidR="00F629AC" w:rsidRPr="00F629AC" w:rsidRDefault="00ED5E40" w:rsidP="00F629AC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</w:t>
      </w:r>
      <w:bookmarkEnd w:id="5"/>
      <w:bookmarkEnd w:id="6"/>
    </w:p>
    <w:p w14:paraId="16D73A0B" w14:textId="77777777" w:rsidR="00F629AC" w:rsidRDefault="00F629AC" w:rsidP="00ED5E40">
      <w:pPr>
        <w:spacing w:after="0"/>
        <w:rPr>
          <w:rFonts w:cs="Calibri"/>
        </w:rPr>
      </w:pPr>
    </w:p>
    <w:p w14:paraId="79B570C9" w14:textId="384053AF" w:rsidR="00ED5E40" w:rsidRPr="00F629AC" w:rsidRDefault="00ED5E40" w:rsidP="004551B6">
      <w:pPr>
        <w:pStyle w:val="Odstavecseseznamem"/>
        <w:numPr>
          <w:ilvl w:val="0"/>
          <w:numId w:val="24"/>
        </w:numPr>
        <w:spacing w:after="0"/>
        <w:rPr>
          <w:rFonts w:cs="Calibri"/>
        </w:rPr>
      </w:pPr>
      <w:r w:rsidRPr="00F629AC">
        <w:rPr>
          <w:rFonts w:cs="Calibri"/>
        </w:rPr>
        <w:t>Organizace výstavby viz přiložená dokumentace.</w:t>
      </w:r>
    </w:p>
    <w:p w14:paraId="49DA3FEC" w14:textId="2742136E" w:rsidR="00A82A2A" w:rsidRDefault="00A82A2A" w:rsidP="004551B6">
      <w:pPr>
        <w:pStyle w:val="Odstavecseseznamem"/>
        <w:numPr>
          <w:ilvl w:val="0"/>
          <w:numId w:val="24"/>
        </w:numPr>
        <w:spacing w:after="0"/>
        <w:rPr>
          <w:rFonts w:cs="Calibri"/>
        </w:rPr>
      </w:pPr>
      <w:r w:rsidRPr="00F629AC">
        <w:rPr>
          <w:rFonts w:cs="Calibri"/>
        </w:rPr>
        <w:t xml:space="preserve">Zhotovitel stavby je povinen před započetím prací </w:t>
      </w:r>
      <w:r w:rsidR="00F629AC">
        <w:rPr>
          <w:rFonts w:cs="Calibri"/>
        </w:rPr>
        <w:t>provést aktualizaci vyjádření a </w:t>
      </w:r>
      <w:r w:rsidRPr="00F629AC">
        <w:rPr>
          <w:rFonts w:cs="Calibri"/>
        </w:rPr>
        <w:t>sítí k provedení stavby s propadlou dobou platnosti, a to v takovém předstihu, aby nebyl ohrožen smluvní termín realizace.</w:t>
      </w:r>
    </w:p>
    <w:p w14:paraId="2CF02A5E" w14:textId="14A4B446" w:rsidR="003E7D12" w:rsidRPr="003E7D12" w:rsidRDefault="003E7D12" w:rsidP="003E7D12">
      <w:pPr>
        <w:pStyle w:val="Odrka1-1"/>
        <w:numPr>
          <w:ilvl w:val="0"/>
          <w:numId w:val="24"/>
        </w:numPr>
        <w:spacing w:after="0"/>
      </w:pPr>
      <w:r>
        <w:t xml:space="preserve">B-02 – minimální 2 vedoucí prací / pracovníci na budovách </w:t>
      </w:r>
    </w:p>
    <w:p w14:paraId="40B4BA18" w14:textId="68783436" w:rsidR="002B6B58" w:rsidRPr="004551B6" w:rsidRDefault="004551B6" w:rsidP="004551B6">
      <w:pPr>
        <w:pStyle w:val="Odstavecseseznamem"/>
        <w:numPr>
          <w:ilvl w:val="0"/>
          <w:numId w:val="24"/>
        </w:numPr>
        <w:rPr>
          <w:rFonts w:cs="Calibri"/>
        </w:rPr>
      </w:pPr>
      <w:r w:rsidRPr="004551B6">
        <w:rPr>
          <w:rFonts w:cs="Calibri"/>
        </w:rPr>
        <w:t>Nejzazší termín dokon</w:t>
      </w:r>
      <w:r w:rsidR="00AD7934">
        <w:rPr>
          <w:rFonts w:cs="Calibri"/>
        </w:rPr>
        <w:t>čení stavebních prací do 31.8. 2024.</w:t>
      </w:r>
    </w:p>
    <w:sectPr w:rsidR="002B6B58" w:rsidRPr="004551B6" w:rsidSect="00911F23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3A8F6" w14:textId="77777777" w:rsidR="005B7380" w:rsidRDefault="005B7380" w:rsidP="00962258">
      <w:pPr>
        <w:spacing w:after="0" w:line="240" w:lineRule="auto"/>
      </w:pPr>
      <w:r>
        <w:separator/>
      </w:r>
    </w:p>
  </w:endnote>
  <w:endnote w:type="continuationSeparator" w:id="0">
    <w:p w14:paraId="270FEEDE" w14:textId="77777777" w:rsidR="005B7380" w:rsidRDefault="005B73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547D89A4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73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73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2C59F44" w14:textId="77777777" w:rsidR="00101E4D" w:rsidRDefault="00101E4D" w:rsidP="003462EB">
          <w:pPr>
            <w:pStyle w:val="Zpatvlevo"/>
          </w:pPr>
          <w:r w:rsidRPr="00101E4D">
            <w:t xml:space="preserve">Ekologizace vytápění v nádražních budovách v obvodu OŘ Hradec Králové </w:t>
          </w:r>
        </w:p>
        <w:p w14:paraId="12019163" w14:textId="1C8C708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2EBBFEE" w:rsidR="00C74D0E" w:rsidRDefault="00240885" w:rsidP="003B111D">
          <w:pPr>
            <w:pStyle w:val="Zpatvpravo"/>
          </w:pPr>
          <w:fldSimple w:instr=" STYLEREF  _Název_akce  \* MERGEFORMAT ">
            <w:r w:rsidR="00CF353F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26C1F953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2A2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D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88539" w14:textId="77777777" w:rsidR="005B7380" w:rsidRDefault="005B7380" w:rsidP="00962258">
      <w:pPr>
        <w:spacing w:after="0" w:line="240" w:lineRule="auto"/>
      </w:pPr>
      <w:r>
        <w:separator/>
      </w:r>
    </w:p>
  </w:footnote>
  <w:footnote w:type="continuationSeparator" w:id="0">
    <w:p w14:paraId="36878C7F" w14:textId="77777777" w:rsidR="005B7380" w:rsidRDefault="005B73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BD6C4B"/>
    <w:multiLevelType w:val="multilevel"/>
    <w:tmpl w:val="B51206F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FE1F6C"/>
    <w:multiLevelType w:val="multilevel"/>
    <w:tmpl w:val="B7C45E2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6C7A59"/>
    <w:multiLevelType w:val="hybridMultilevel"/>
    <w:tmpl w:val="D266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F02BA"/>
    <w:multiLevelType w:val="hybridMultilevel"/>
    <w:tmpl w:val="8968DE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F0238E"/>
    <w:multiLevelType w:val="hybridMultilevel"/>
    <w:tmpl w:val="EF3ED79E"/>
    <w:lvl w:ilvl="0" w:tplc="E500B6C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E3C89"/>
    <w:multiLevelType w:val="hybridMultilevel"/>
    <w:tmpl w:val="0EC4C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75807">
    <w:abstractNumId w:val="9"/>
  </w:num>
  <w:num w:numId="2" w16cid:durableId="281496204">
    <w:abstractNumId w:val="6"/>
  </w:num>
  <w:num w:numId="3" w16cid:durableId="1759516201">
    <w:abstractNumId w:val="2"/>
  </w:num>
  <w:num w:numId="4" w16cid:durableId="2015300736">
    <w:abstractNumId w:val="10"/>
  </w:num>
  <w:num w:numId="5" w16cid:durableId="1689284670">
    <w:abstractNumId w:val="14"/>
  </w:num>
  <w:num w:numId="6" w16cid:durableId="1169061890">
    <w:abstractNumId w:val="5"/>
  </w:num>
  <w:num w:numId="7" w16cid:durableId="1620882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2852220">
    <w:abstractNumId w:val="18"/>
  </w:num>
  <w:num w:numId="9" w16cid:durableId="200822727">
    <w:abstractNumId w:val="10"/>
  </w:num>
  <w:num w:numId="10" w16cid:durableId="2006014680">
    <w:abstractNumId w:val="14"/>
  </w:num>
  <w:num w:numId="11" w16cid:durableId="1334913424">
    <w:abstractNumId w:val="16"/>
  </w:num>
  <w:num w:numId="12" w16cid:durableId="2041280866">
    <w:abstractNumId w:val="1"/>
  </w:num>
  <w:num w:numId="13" w16cid:durableId="699429055">
    <w:abstractNumId w:val="5"/>
  </w:num>
  <w:num w:numId="14" w16cid:durableId="1000961291">
    <w:abstractNumId w:val="18"/>
  </w:num>
  <w:num w:numId="15" w16cid:durableId="61029971">
    <w:abstractNumId w:val="3"/>
  </w:num>
  <w:num w:numId="16" w16cid:durableId="101849973">
    <w:abstractNumId w:val="0"/>
  </w:num>
  <w:num w:numId="17" w16cid:durableId="1640108003">
    <w:abstractNumId w:val="15"/>
  </w:num>
  <w:num w:numId="18" w16cid:durableId="790779353">
    <w:abstractNumId w:val="17"/>
  </w:num>
  <w:num w:numId="19" w16cid:durableId="1430083881">
    <w:abstractNumId w:val="12"/>
  </w:num>
  <w:num w:numId="20" w16cid:durableId="219563790">
    <w:abstractNumId w:val="11"/>
  </w:num>
  <w:num w:numId="21" w16cid:durableId="1424305364">
    <w:abstractNumId w:val="8"/>
  </w:num>
  <w:num w:numId="22" w16cid:durableId="1785298918">
    <w:abstractNumId w:val="7"/>
  </w:num>
  <w:num w:numId="23" w16cid:durableId="614604492">
    <w:abstractNumId w:val="13"/>
  </w:num>
  <w:num w:numId="24" w16cid:durableId="1760174610">
    <w:abstractNumId w:val="4"/>
  </w:num>
  <w:num w:numId="25" w16cid:durableId="107343092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1E4D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885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96D7E"/>
    <w:rsid w:val="00297042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1EEB"/>
    <w:rsid w:val="00362473"/>
    <w:rsid w:val="003629AC"/>
    <w:rsid w:val="0037545D"/>
    <w:rsid w:val="0037557C"/>
    <w:rsid w:val="00376246"/>
    <w:rsid w:val="00386FF1"/>
    <w:rsid w:val="00392EB6"/>
    <w:rsid w:val="003956C6"/>
    <w:rsid w:val="003B111D"/>
    <w:rsid w:val="003B5C5F"/>
    <w:rsid w:val="003C33F2"/>
    <w:rsid w:val="003C6679"/>
    <w:rsid w:val="003D756E"/>
    <w:rsid w:val="003D7905"/>
    <w:rsid w:val="003E29C0"/>
    <w:rsid w:val="003E420D"/>
    <w:rsid w:val="003E4C13"/>
    <w:rsid w:val="003E7D12"/>
    <w:rsid w:val="003F1668"/>
    <w:rsid w:val="003F64A7"/>
    <w:rsid w:val="004078F3"/>
    <w:rsid w:val="0042581E"/>
    <w:rsid w:val="00427794"/>
    <w:rsid w:val="004302F5"/>
    <w:rsid w:val="00450F07"/>
    <w:rsid w:val="00453CD3"/>
    <w:rsid w:val="004551B6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577"/>
    <w:rsid w:val="00575E5A"/>
    <w:rsid w:val="00580245"/>
    <w:rsid w:val="0058742A"/>
    <w:rsid w:val="00587CA4"/>
    <w:rsid w:val="00590B8A"/>
    <w:rsid w:val="005A1F44"/>
    <w:rsid w:val="005B7380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50F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1F23"/>
    <w:rsid w:val="00914F81"/>
    <w:rsid w:val="00922385"/>
    <w:rsid w:val="009223DF"/>
    <w:rsid w:val="009226C1"/>
    <w:rsid w:val="00923406"/>
    <w:rsid w:val="00927C64"/>
    <w:rsid w:val="00936091"/>
    <w:rsid w:val="00940D8A"/>
    <w:rsid w:val="00950944"/>
    <w:rsid w:val="00957F1F"/>
    <w:rsid w:val="00962258"/>
    <w:rsid w:val="009678B7"/>
    <w:rsid w:val="00971BD5"/>
    <w:rsid w:val="0097239D"/>
    <w:rsid w:val="009920E1"/>
    <w:rsid w:val="00992D9C"/>
    <w:rsid w:val="00996CB8"/>
    <w:rsid w:val="009A404E"/>
    <w:rsid w:val="009B0821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2A2A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D7934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64610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CF353F"/>
    <w:rsid w:val="00D034A0"/>
    <w:rsid w:val="00D0732C"/>
    <w:rsid w:val="00D21061"/>
    <w:rsid w:val="00D322B7"/>
    <w:rsid w:val="00D37372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2E5D"/>
    <w:rsid w:val="00DA3711"/>
    <w:rsid w:val="00DB1CC9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0327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2278"/>
    <w:rsid w:val="00F24208"/>
    <w:rsid w:val="00F245FD"/>
    <w:rsid w:val="00F310F8"/>
    <w:rsid w:val="00F35939"/>
    <w:rsid w:val="00F37139"/>
    <w:rsid w:val="00F45607"/>
    <w:rsid w:val="00F4722B"/>
    <w:rsid w:val="00F54432"/>
    <w:rsid w:val="00F60DF5"/>
    <w:rsid w:val="00F629AC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1E3DA5"/>
    <w:rsid w:val="0022082C"/>
    <w:rsid w:val="002469B4"/>
    <w:rsid w:val="002D396B"/>
    <w:rsid w:val="003E2707"/>
    <w:rsid w:val="00453632"/>
    <w:rsid w:val="004A6778"/>
    <w:rsid w:val="006A58F8"/>
    <w:rsid w:val="006B2A98"/>
    <w:rsid w:val="006C7E93"/>
    <w:rsid w:val="006D5A95"/>
    <w:rsid w:val="00743970"/>
    <w:rsid w:val="00752900"/>
    <w:rsid w:val="0077144C"/>
    <w:rsid w:val="007B542E"/>
    <w:rsid w:val="009873E0"/>
    <w:rsid w:val="009A6174"/>
    <w:rsid w:val="00AD00DC"/>
    <w:rsid w:val="00AD43F2"/>
    <w:rsid w:val="00B06328"/>
    <w:rsid w:val="00BC39F5"/>
    <w:rsid w:val="00C12B89"/>
    <w:rsid w:val="00C93874"/>
    <w:rsid w:val="00D44F4E"/>
    <w:rsid w:val="00E33986"/>
    <w:rsid w:val="00EB49E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43F2"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9CE182-C430-4A54-8858-712DCA58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1</TotalTime>
  <Pages>2</Pages>
  <Words>257</Words>
  <Characters>1522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Holá Magdaléna, Ing.</cp:lastModifiedBy>
  <cp:revision>3</cp:revision>
  <cp:lastPrinted>2024-04-25T08:01:00Z</cp:lastPrinted>
  <dcterms:created xsi:type="dcterms:W3CDTF">2024-04-25T08:00:00Z</dcterms:created>
  <dcterms:modified xsi:type="dcterms:W3CDTF">2024-04-25T08:01:00Z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